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4852F" w14:textId="77777777" w:rsidR="006E5D65" w:rsidRPr="0044431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44318">
        <w:rPr>
          <w:rFonts w:ascii="Corbel" w:hAnsi="Corbel"/>
          <w:b/>
          <w:bCs/>
        </w:rPr>
        <w:t xml:space="preserve">   </w:t>
      </w:r>
      <w:r w:rsidR="00CD6897" w:rsidRPr="00444318">
        <w:rPr>
          <w:rFonts w:ascii="Corbel" w:hAnsi="Corbel"/>
          <w:b/>
          <w:bCs/>
        </w:rPr>
        <w:tab/>
      </w:r>
      <w:r w:rsidR="00CD6897" w:rsidRPr="00444318">
        <w:rPr>
          <w:rFonts w:ascii="Corbel" w:hAnsi="Corbel"/>
          <w:b/>
          <w:bCs/>
        </w:rPr>
        <w:tab/>
      </w:r>
      <w:r w:rsidR="00CD6897" w:rsidRPr="00444318">
        <w:rPr>
          <w:rFonts w:ascii="Corbel" w:hAnsi="Corbel"/>
          <w:b/>
          <w:bCs/>
        </w:rPr>
        <w:tab/>
      </w:r>
      <w:r w:rsidR="00CD6897" w:rsidRPr="00444318">
        <w:rPr>
          <w:rFonts w:ascii="Corbel" w:hAnsi="Corbel"/>
          <w:b/>
          <w:bCs/>
        </w:rPr>
        <w:tab/>
      </w:r>
      <w:r w:rsidR="00CD6897" w:rsidRPr="00444318">
        <w:rPr>
          <w:rFonts w:ascii="Corbel" w:hAnsi="Corbel"/>
          <w:b/>
          <w:bCs/>
        </w:rPr>
        <w:tab/>
      </w:r>
      <w:r w:rsidR="00CD6897" w:rsidRPr="00444318">
        <w:rPr>
          <w:rFonts w:ascii="Corbel" w:hAnsi="Corbel"/>
          <w:b/>
          <w:bCs/>
        </w:rPr>
        <w:tab/>
      </w:r>
      <w:r w:rsidR="00D8678B" w:rsidRPr="00444318">
        <w:rPr>
          <w:rFonts w:ascii="Corbel" w:hAnsi="Corbel"/>
          <w:bCs/>
          <w:i/>
        </w:rPr>
        <w:t xml:space="preserve">Załącznik nr </w:t>
      </w:r>
      <w:r w:rsidR="006F31E2" w:rsidRPr="00444318">
        <w:rPr>
          <w:rFonts w:ascii="Corbel" w:hAnsi="Corbel"/>
          <w:bCs/>
          <w:i/>
        </w:rPr>
        <w:t>1.5</w:t>
      </w:r>
      <w:r w:rsidR="00D8678B" w:rsidRPr="00444318">
        <w:rPr>
          <w:rFonts w:ascii="Corbel" w:hAnsi="Corbel"/>
          <w:bCs/>
          <w:i/>
        </w:rPr>
        <w:t xml:space="preserve"> do Zarządzenia</w:t>
      </w:r>
      <w:r w:rsidR="002A22BF" w:rsidRPr="00444318">
        <w:rPr>
          <w:rFonts w:ascii="Corbel" w:hAnsi="Corbel"/>
          <w:bCs/>
          <w:i/>
        </w:rPr>
        <w:t xml:space="preserve"> Rektora UR </w:t>
      </w:r>
      <w:r w:rsidR="00CD6897" w:rsidRPr="00444318">
        <w:rPr>
          <w:rFonts w:ascii="Corbel" w:hAnsi="Corbel"/>
          <w:bCs/>
          <w:i/>
        </w:rPr>
        <w:t xml:space="preserve"> nr </w:t>
      </w:r>
      <w:r w:rsidR="00F17567" w:rsidRPr="00444318">
        <w:rPr>
          <w:rFonts w:ascii="Corbel" w:hAnsi="Corbel"/>
          <w:bCs/>
          <w:i/>
        </w:rPr>
        <w:t>12/2019</w:t>
      </w:r>
    </w:p>
    <w:p w14:paraId="7E565502" w14:textId="77777777" w:rsidR="0085747A" w:rsidRPr="0044431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4318">
        <w:rPr>
          <w:rFonts w:ascii="Corbel" w:hAnsi="Corbel"/>
          <w:b/>
          <w:smallCaps/>
          <w:sz w:val="24"/>
          <w:szCs w:val="24"/>
        </w:rPr>
        <w:t>SYLABUS</w:t>
      </w:r>
    </w:p>
    <w:p w14:paraId="5108198C" w14:textId="553EC2BD" w:rsidR="0085747A" w:rsidRPr="0044431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431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44318">
        <w:rPr>
          <w:rFonts w:ascii="Corbel" w:hAnsi="Corbel"/>
          <w:b/>
          <w:smallCaps/>
          <w:sz w:val="24"/>
          <w:szCs w:val="24"/>
        </w:rPr>
        <w:t xml:space="preserve"> </w:t>
      </w:r>
      <w:r w:rsidR="00444318" w:rsidRPr="00444318">
        <w:rPr>
          <w:rFonts w:ascii="Corbel" w:eastAsia="Corbel" w:hAnsi="Corbel" w:cs="Corbel"/>
          <w:i/>
          <w:sz w:val="24"/>
        </w:rPr>
        <w:t>2021-202</w:t>
      </w:r>
      <w:r w:rsidR="0025775F">
        <w:rPr>
          <w:rFonts w:ascii="Corbel" w:eastAsia="Corbel" w:hAnsi="Corbel" w:cs="Corbel"/>
          <w:i/>
          <w:sz w:val="24"/>
        </w:rPr>
        <w:t>3</w:t>
      </w:r>
    </w:p>
    <w:p w14:paraId="3EC8F862" w14:textId="5A910011" w:rsidR="0085747A" w:rsidRPr="0044431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443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44318" w:rsidRPr="00444318">
        <w:rPr>
          <w:rFonts w:ascii="Corbel" w:hAnsi="Corbel"/>
          <w:i/>
          <w:sz w:val="24"/>
          <w:szCs w:val="24"/>
        </w:rPr>
        <w:tab/>
      </w:r>
      <w:r w:rsidRPr="00444318">
        <w:rPr>
          <w:rFonts w:ascii="Corbel" w:hAnsi="Corbel"/>
          <w:i/>
          <w:sz w:val="24"/>
          <w:szCs w:val="24"/>
        </w:rPr>
        <w:t xml:space="preserve"> </w:t>
      </w:r>
      <w:r w:rsidR="0085747A" w:rsidRPr="00444318">
        <w:rPr>
          <w:rFonts w:ascii="Corbel" w:hAnsi="Corbel"/>
          <w:i/>
          <w:sz w:val="20"/>
          <w:szCs w:val="20"/>
        </w:rPr>
        <w:t>(skrajne daty</w:t>
      </w:r>
      <w:r w:rsidR="0085747A" w:rsidRPr="00444318">
        <w:rPr>
          <w:rFonts w:ascii="Corbel" w:hAnsi="Corbel"/>
          <w:sz w:val="20"/>
          <w:szCs w:val="20"/>
        </w:rPr>
        <w:t>)</w:t>
      </w:r>
    </w:p>
    <w:p w14:paraId="3EEDB05A" w14:textId="419E8ECB" w:rsidR="00445970" w:rsidRPr="00444318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44318">
        <w:rPr>
          <w:rFonts w:ascii="Corbel" w:hAnsi="Corbel"/>
          <w:sz w:val="20"/>
          <w:szCs w:val="20"/>
        </w:rPr>
        <w:tab/>
      </w:r>
      <w:r w:rsidRPr="00444318">
        <w:rPr>
          <w:rFonts w:ascii="Corbel" w:hAnsi="Corbel"/>
          <w:sz w:val="20"/>
          <w:szCs w:val="20"/>
        </w:rPr>
        <w:tab/>
      </w:r>
      <w:r w:rsidRPr="00444318">
        <w:rPr>
          <w:rFonts w:ascii="Corbel" w:hAnsi="Corbel"/>
          <w:sz w:val="20"/>
          <w:szCs w:val="20"/>
        </w:rPr>
        <w:tab/>
      </w:r>
      <w:r w:rsidRPr="00444318">
        <w:rPr>
          <w:rFonts w:ascii="Corbel" w:hAnsi="Corbel"/>
          <w:sz w:val="20"/>
          <w:szCs w:val="20"/>
        </w:rPr>
        <w:tab/>
      </w:r>
      <w:r w:rsidR="00F715D6">
        <w:rPr>
          <w:rFonts w:ascii="Corbel" w:hAnsi="Corbel"/>
          <w:sz w:val="20"/>
          <w:szCs w:val="20"/>
        </w:rPr>
        <w:tab/>
      </w:r>
      <w:r w:rsidRPr="00444318">
        <w:rPr>
          <w:rFonts w:ascii="Corbel" w:hAnsi="Corbel"/>
          <w:sz w:val="20"/>
          <w:szCs w:val="20"/>
        </w:rPr>
        <w:t>Rok akademicki</w:t>
      </w:r>
      <w:r w:rsidR="00444318" w:rsidRPr="00444318">
        <w:rPr>
          <w:rFonts w:ascii="Corbel" w:hAnsi="Corbel"/>
          <w:sz w:val="20"/>
          <w:szCs w:val="20"/>
        </w:rPr>
        <w:t xml:space="preserve"> </w:t>
      </w:r>
      <w:r w:rsidR="00444318" w:rsidRPr="00444318">
        <w:rPr>
          <w:rFonts w:ascii="Corbel" w:eastAsia="Corbel" w:hAnsi="Corbel" w:cs="Corbel"/>
          <w:sz w:val="24"/>
        </w:rPr>
        <w:t>2021/2022</w:t>
      </w:r>
    </w:p>
    <w:p w14:paraId="3F9343FD" w14:textId="77777777" w:rsidR="0085747A" w:rsidRPr="004443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A40BD7" w14:textId="77777777" w:rsidR="0085747A" w:rsidRPr="0044431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4318">
        <w:rPr>
          <w:rFonts w:ascii="Corbel" w:hAnsi="Corbel"/>
          <w:szCs w:val="24"/>
        </w:rPr>
        <w:t xml:space="preserve">1. </w:t>
      </w:r>
      <w:r w:rsidR="0085747A" w:rsidRPr="00444318">
        <w:rPr>
          <w:rFonts w:ascii="Corbel" w:hAnsi="Corbel"/>
          <w:szCs w:val="24"/>
        </w:rPr>
        <w:t xml:space="preserve">Podstawowe </w:t>
      </w:r>
      <w:r w:rsidR="00445970" w:rsidRPr="0044431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4318" w14:paraId="55356900" w14:textId="77777777" w:rsidTr="00B819C8">
        <w:tc>
          <w:tcPr>
            <w:tcW w:w="2694" w:type="dxa"/>
            <w:vAlign w:val="center"/>
          </w:tcPr>
          <w:p w14:paraId="23670329" w14:textId="77777777" w:rsidR="0085747A" w:rsidRPr="004443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F0FD62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Bezpieczeństwo kulturowe</w:t>
            </w:r>
          </w:p>
        </w:tc>
      </w:tr>
      <w:tr w:rsidR="0085747A" w:rsidRPr="00444318" w14:paraId="41344655" w14:textId="77777777" w:rsidTr="00B819C8">
        <w:tc>
          <w:tcPr>
            <w:tcW w:w="2694" w:type="dxa"/>
            <w:vAlign w:val="center"/>
          </w:tcPr>
          <w:p w14:paraId="7D09FB04" w14:textId="77777777" w:rsidR="0085747A" w:rsidRPr="004443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43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EFB661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MK23</w:t>
            </w:r>
          </w:p>
        </w:tc>
      </w:tr>
      <w:tr w:rsidR="0085747A" w:rsidRPr="00444318" w14:paraId="5E443A51" w14:textId="77777777" w:rsidTr="00B819C8">
        <w:tc>
          <w:tcPr>
            <w:tcW w:w="2694" w:type="dxa"/>
            <w:vAlign w:val="center"/>
          </w:tcPr>
          <w:p w14:paraId="0D7B1356" w14:textId="77777777" w:rsidR="0085747A" w:rsidRPr="0044431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4431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A1764D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4318" w14:paraId="358DB076" w14:textId="77777777" w:rsidTr="00B819C8">
        <w:tc>
          <w:tcPr>
            <w:tcW w:w="2694" w:type="dxa"/>
            <w:vAlign w:val="center"/>
          </w:tcPr>
          <w:p w14:paraId="7A7E272A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B16C1E" w14:textId="7C46C272" w:rsidR="0085747A" w:rsidRPr="00444318" w:rsidRDefault="00F71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15D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444318" w14:paraId="3637B651" w14:textId="77777777" w:rsidTr="00B819C8">
        <w:tc>
          <w:tcPr>
            <w:tcW w:w="2694" w:type="dxa"/>
            <w:vAlign w:val="center"/>
          </w:tcPr>
          <w:p w14:paraId="17B7787C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5E9D0" w14:textId="77777777" w:rsidR="005F0A3C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444318" w14:paraId="123BABA3" w14:textId="77777777" w:rsidTr="00B819C8">
        <w:tc>
          <w:tcPr>
            <w:tcW w:w="2694" w:type="dxa"/>
            <w:vAlign w:val="center"/>
          </w:tcPr>
          <w:p w14:paraId="125A0EAE" w14:textId="77777777" w:rsidR="0085747A" w:rsidRPr="004443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F1E71B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444318" w14:paraId="4FE93AAD" w14:textId="77777777" w:rsidTr="00B819C8">
        <w:tc>
          <w:tcPr>
            <w:tcW w:w="2694" w:type="dxa"/>
            <w:vAlign w:val="center"/>
          </w:tcPr>
          <w:p w14:paraId="163441DE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F9738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44318" w14:paraId="15F14FF0" w14:textId="77777777" w:rsidTr="00B819C8">
        <w:tc>
          <w:tcPr>
            <w:tcW w:w="2694" w:type="dxa"/>
            <w:vAlign w:val="center"/>
          </w:tcPr>
          <w:p w14:paraId="417CD816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7AAAA4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44318" w14:paraId="4FC62295" w14:textId="77777777" w:rsidTr="00B819C8">
        <w:tc>
          <w:tcPr>
            <w:tcW w:w="2694" w:type="dxa"/>
            <w:vAlign w:val="center"/>
          </w:tcPr>
          <w:p w14:paraId="6594757D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4318">
              <w:rPr>
                <w:rFonts w:ascii="Corbel" w:hAnsi="Corbel"/>
                <w:sz w:val="24"/>
                <w:szCs w:val="24"/>
              </w:rPr>
              <w:t>/y</w:t>
            </w:r>
            <w:r w:rsidRPr="0044431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6C2B4F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44318" w14:paraId="1F129FB6" w14:textId="77777777" w:rsidTr="00B819C8">
        <w:tc>
          <w:tcPr>
            <w:tcW w:w="2694" w:type="dxa"/>
            <w:vAlign w:val="center"/>
          </w:tcPr>
          <w:p w14:paraId="7F298066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FB3D3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444318" w14:paraId="5A734A24" w14:textId="77777777" w:rsidTr="00B819C8">
        <w:tc>
          <w:tcPr>
            <w:tcW w:w="2694" w:type="dxa"/>
            <w:vAlign w:val="center"/>
          </w:tcPr>
          <w:p w14:paraId="2885DEE9" w14:textId="77777777" w:rsidR="00923D7D" w:rsidRPr="0044431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C569A9" w14:textId="77777777" w:rsidR="00923D7D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4318" w14:paraId="65EEE0DF" w14:textId="77777777" w:rsidTr="00B819C8">
        <w:tc>
          <w:tcPr>
            <w:tcW w:w="2694" w:type="dxa"/>
            <w:vAlign w:val="center"/>
          </w:tcPr>
          <w:p w14:paraId="13F02770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25BDCA" w14:textId="77777777" w:rsidR="0085747A" w:rsidRPr="00444318" w:rsidRDefault="005F0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  <w:tr w:rsidR="0085747A" w:rsidRPr="00444318" w14:paraId="5051BF6C" w14:textId="77777777" w:rsidTr="00B819C8">
        <w:tc>
          <w:tcPr>
            <w:tcW w:w="2694" w:type="dxa"/>
            <w:vAlign w:val="center"/>
          </w:tcPr>
          <w:p w14:paraId="1835B9D5" w14:textId="77777777" w:rsidR="0085747A" w:rsidRPr="004443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26ECA7" w14:textId="1A077709" w:rsidR="0085747A" w:rsidRPr="00444318" w:rsidRDefault="00444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</w:t>
            </w:r>
            <w:proofErr w:type="spellStart"/>
            <w:r w:rsidRPr="00444318">
              <w:rPr>
                <w:rFonts w:ascii="Corbel" w:hAnsi="Corbel"/>
                <w:b w:val="0"/>
                <w:sz w:val="24"/>
                <w:szCs w:val="24"/>
              </w:rPr>
              <w:t>ak</w:t>
            </w:r>
            <w:proofErr w:type="spellEnd"/>
            <w:r w:rsidRPr="00444318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6B297CA1" w14:textId="77777777" w:rsidR="0085747A" w:rsidRPr="0044431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4318">
        <w:rPr>
          <w:rFonts w:ascii="Corbel" w:hAnsi="Corbel"/>
          <w:sz w:val="24"/>
          <w:szCs w:val="24"/>
        </w:rPr>
        <w:t xml:space="preserve">* </w:t>
      </w:r>
      <w:r w:rsidRPr="00444318">
        <w:rPr>
          <w:rFonts w:ascii="Corbel" w:hAnsi="Corbel"/>
          <w:i/>
          <w:sz w:val="24"/>
          <w:szCs w:val="24"/>
        </w:rPr>
        <w:t>-</w:t>
      </w:r>
      <w:r w:rsidR="00B90885" w:rsidRPr="0044431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4318">
        <w:rPr>
          <w:rFonts w:ascii="Corbel" w:hAnsi="Corbel"/>
          <w:b w:val="0"/>
          <w:sz w:val="24"/>
          <w:szCs w:val="24"/>
        </w:rPr>
        <w:t>e,</w:t>
      </w:r>
      <w:r w:rsidRPr="00444318">
        <w:rPr>
          <w:rFonts w:ascii="Corbel" w:hAnsi="Corbel"/>
          <w:i/>
          <w:sz w:val="24"/>
          <w:szCs w:val="24"/>
        </w:rPr>
        <w:t xml:space="preserve"> </w:t>
      </w:r>
      <w:r w:rsidRPr="0044431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4318">
        <w:rPr>
          <w:rFonts w:ascii="Corbel" w:hAnsi="Corbel"/>
          <w:b w:val="0"/>
          <w:i/>
          <w:sz w:val="24"/>
          <w:szCs w:val="24"/>
        </w:rPr>
        <w:t>w Jednostce</w:t>
      </w:r>
    </w:p>
    <w:p w14:paraId="319F29FF" w14:textId="77777777" w:rsidR="00923D7D" w:rsidRPr="004443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1AD8B4" w14:textId="77777777" w:rsidR="0085747A" w:rsidRPr="0044431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4318">
        <w:rPr>
          <w:rFonts w:ascii="Corbel" w:hAnsi="Corbel"/>
          <w:sz w:val="24"/>
          <w:szCs w:val="24"/>
        </w:rPr>
        <w:t>1.</w:t>
      </w:r>
      <w:r w:rsidR="00E22FBC" w:rsidRPr="00444318">
        <w:rPr>
          <w:rFonts w:ascii="Corbel" w:hAnsi="Corbel"/>
          <w:sz w:val="24"/>
          <w:szCs w:val="24"/>
        </w:rPr>
        <w:t>1</w:t>
      </w:r>
      <w:r w:rsidRPr="0044431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84CA8" w14:textId="77777777" w:rsidR="00923D7D" w:rsidRPr="004443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4318" w14:paraId="138902BD" w14:textId="77777777" w:rsidTr="004443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85A6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4318">
              <w:rPr>
                <w:rFonts w:ascii="Corbel" w:hAnsi="Corbel"/>
                <w:szCs w:val="24"/>
              </w:rPr>
              <w:t>Semestr</w:t>
            </w:r>
          </w:p>
          <w:p w14:paraId="4991091F" w14:textId="77777777" w:rsidR="00015B8F" w:rsidRPr="00444318" w:rsidRDefault="002B5EA0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4318">
              <w:rPr>
                <w:rFonts w:ascii="Corbel" w:hAnsi="Corbel"/>
                <w:szCs w:val="24"/>
              </w:rPr>
              <w:t>(</w:t>
            </w:r>
            <w:r w:rsidR="00363F78" w:rsidRPr="0044431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BF9B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4318">
              <w:rPr>
                <w:rFonts w:ascii="Corbel" w:hAnsi="Corbel"/>
                <w:szCs w:val="24"/>
              </w:rPr>
              <w:t>Wykł</w:t>
            </w:r>
            <w:proofErr w:type="spellEnd"/>
            <w:r w:rsidRPr="004443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72E1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43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E5DA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4318">
              <w:rPr>
                <w:rFonts w:ascii="Corbel" w:hAnsi="Corbel"/>
                <w:szCs w:val="24"/>
              </w:rPr>
              <w:t>Konw</w:t>
            </w:r>
            <w:proofErr w:type="spellEnd"/>
            <w:r w:rsidRPr="004443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93F1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43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63C9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4318">
              <w:rPr>
                <w:rFonts w:ascii="Corbel" w:hAnsi="Corbel"/>
                <w:szCs w:val="24"/>
              </w:rPr>
              <w:t>Sem</w:t>
            </w:r>
            <w:proofErr w:type="spellEnd"/>
            <w:r w:rsidRPr="004443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EAAF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43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4585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4318">
              <w:rPr>
                <w:rFonts w:ascii="Corbel" w:hAnsi="Corbel"/>
                <w:szCs w:val="24"/>
              </w:rPr>
              <w:t>Prakt</w:t>
            </w:r>
            <w:proofErr w:type="spellEnd"/>
            <w:r w:rsidRPr="004443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C23A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43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0CC8" w14:textId="77777777" w:rsidR="00015B8F" w:rsidRPr="00444318" w:rsidRDefault="00015B8F" w:rsidP="004443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4318">
              <w:rPr>
                <w:rFonts w:ascii="Corbel" w:hAnsi="Corbel"/>
                <w:b/>
                <w:szCs w:val="24"/>
              </w:rPr>
              <w:t>Liczba pkt</w:t>
            </w:r>
            <w:r w:rsidR="00B90885" w:rsidRPr="00444318">
              <w:rPr>
                <w:rFonts w:ascii="Corbel" w:hAnsi="Corbel"/>
                <w:b/>
                <w:szCs w:val="24"/>
              </w:rPr>
              <w:t>.</w:t>
            </w:r>
            <w:r w:rsidRPr="0044431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4318" w14:paraId="02BA472B" w14:textId="77777777" w:rsidTr="004443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DB57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4172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65AB" w14:textId="2E833730" w:rsidR="00015B8F" w:rsidRPr="00444318" w:rsidRDefault="00C678E8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0DE4" w14:textId="02022BC6" w:rsidR="00015B8F" w:rsidRPr="00444318" w:rsidRDefault="00015B8F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A337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6873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B3BC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F05C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FB0D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DE7E" w14:textId="77777777" w:rsidR="00015B8F" w:rsidRPr="00444318" w:rsidRDefault="005F0A3C" w:rsidP="004443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48E35C" w14:textId="77777777" w:rsidR="00923D7D" w:rsidRPr="0044431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4716BD" w14:textId="77777777" w:rsidR="00923D7D" w:rsidRPr="0044431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404B18" w14:textId="77777777" w:rsidR="0085747A" w:rsidRPr="004443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>1.</w:t>
      </w:r>
      <w:r w:rsidR="00E22FBC" w:rsidRPr="00444318">
        <w:rPr>
          <w:rFonts w:ascii="Corbel" w:hAnsi="Corbel"/>
          <w:smallCaps w:val="0"/>
          <w:szCs w:val="24"/>
        </w:rPr>
        <w:t>2</w:t>
      </w:r>
      <w:r w:rsidR="00F83B28" w:rsidRPr="00444318">
        <w:rPr>
          <w:rFonts w:ascii="Corbel" w:hAnsi="Corbel"/>
          <w:smallCaps w:val="0"/>
          <w:szCs w:val="24"/>
        </w:rPr>
        <w:t>.</w:t>
      </w:r>
      <w:r w:rsidR="00F83B28" w:rsidRPr="00444318">
        <w:rPr>
          <w:rFonts w:ascii="Corbel" w:hAnsi="Corbel"/>
          <w:smallCaps w:val="0"/>
          <w:szCs w:val="24"/>
        </w:rPr>
        <w:tab/>
      </w:r>
      <w:r w:rsidRPr="00444318">
        <w:rPr>
          <w:rFonts w:ascii="Corbel" w:hAnsi="Corbel"/>
          <w:smallCaps w:val="0"/>
          <w:szCs w:val="24"/>
        </w:rPr>
        <w:t xml:space="preserve">Sposób realizacji zajęć  </w:t>
      </w:r>
    </w:p>
    <w:p w14:paraId="718DA9EA" w14:textId="205455A6" w:rsidR="0085747A" w:rsidRPr="00444318" w:rsidRDefault="00567A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4318">
        <w:rPr>
          <w:rFonts w:ascii="Corbel" w:eastAsia="MS Gothic" w:hAnsi="Corbel" w:cs="MS Gothic"/>
          <w:b w:val="0"/>
          <w:szCs w:val="24"/>
        </w:rPr>
        <w:t>x</w:t>
      </w:r>
      <w:r w:rsidR="0085747A" w:rsidRPr="00444318">
        <w:rPr>
          <w:rFonts w:ascii="Corbel" w:hAnsi="Corbel"/>
          <w:b w:val="0"/>
          <w:smallCaps w:val="0"/>
          <w:szCs w:val="24"/>
        </w:rPr>
        <w:t xml:space="preserve"> </w:t>
      </w:r>
      <w:r w:rsidR="00444318" w:rsidRPr="00444318">
        <w:rPr>
          <w:rFonts w:ascii="Corbel" w:hAnsi="Corbel"/>
          <w:b w:val="0"/>
          <w:smallCaps w:val="0"/>
          <w:szCs w:val="24"/>
        </w:rPr>
        <w:t xml:space="preserve">   </w:t>
      </w:r>
      <w:r w:rsidR="0085747A" w:rsidRPr="0044431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BC59CF" w14:textId="77777777" w:rsidR="0085747A" w:rsidRPr="0044431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4318">
        <w:rPr>
          <w:rFonts w:ascii="Segoe UI Symbol" w:eastAsia="MS Gothic" w:hAnsi="Segoe UI Symbol" w:cs="Segoe UI Symbol"/>
          <w:b w:val="0"/>
          <w:szCs w:val="24"/>
        </w:rPr>
        <w:t>☐</w:t>
      </w:r>
      <w:r w:rsidRPr="0044431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CE584D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1E76B5" w14:textId="77777777" w:rsidR="00E22FBC" w:rsidRPr="004443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 xml:space="preserve">1.3 </w:t>
      </w:r>
      <w:r w:rsidR="00F83B28" w:rsidRPr="00444318">
        <w:rPr>
          <w:rFonts w:ascii="Corbel" w:hAnsi="Corbel"/>
          <w:smallCaps w:val="0"/>
          <w:szCs w:val="24"/>
        </w:rPr>
        <w:tab/>
      </w:r>
      <w:r w:rsidRPr="00444318">
        <w:rPr>
          <w:rFonts w:ascii="Corbel" w:hAnsi="Corbel"/>
          <w:smallCaps w:val="0"/>
          <w:szCs w:val="24"/>
        </w:rPr>
        <w:t>For</w:t>
      </w:r>
      <w:r w:rsidR="00445970" w:rsidRPr="00444318">
        <w:rPr>
          <w:rFonts w:ascii="Corbel" w:hAnsi="Corbel"/>
          <w:smallCaps w:val="0"/>
          <w:szCs w:val="24"/>
        </w:rPr>
        <w:t xml:space="preserve">ma zaliczenia przedmiotu </w:t>
      </w:r>
      <w:r w:rsidRPr="00444318">
        <w:rPr>
          <w:rFonts w:ascii="Corbel" w:hAnsi="Corbel"/>
          <w:smallCaps w:val="0"/>
          <w:szCs w:val="24"/>
        </w:rPr>
        <w:t xml:space="preserve"> (z toku) </w:t>
      </w:r>
      <w:r w:rsidRPr="0044431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BCFDF6" w14:textId="77777777" w:rsidR="009C54AE" w:rsidRPr="0044431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771C0" w14:textId="77777777" w:rsidR="00567AA1" w:rsidRPr="00444318" w:rsidRDefault="00567AA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44318">
        <w:rPr>
          <w:rFonts w:ascii="Corbel" w:hAnsi="Corbel"/>
          <w:b w:val="0"/>
          <w:szCs w:val="24"/>
        </w:rPr>
        <w:t>Zaliczenie z oceną</w:t>
      </w:r>
    </w:p>
    <w:p w14:paraId="6883B31B" w14:textId="77777777" w:rsidR="00E960BB" w:rsidRPr="0044431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7B0347" w14:textId="5E668078" w:rsidR="00E960BB" w:rsidRPr="004443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4318">
        <w:rPr>
          <w:rFonts w:ascii="Corbel" w:hAnsi="Corbel"/>
          <w:szCs w:val="24"/>
        </w:rPr>
        <w:t xml:space="preserve">2.Wymagania wstępne </w:t>
      </w:r>
    </w:p>
    <w:p w14:paraId="1D5B5A28" w14:textId="77777777" w:rsidR="00444318" w:rsidRPr="00444318" w:rsidRDefault="0044431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4318" w14:paraId="354E2814" w14:textId="77777777" w:rsidTr="00745302">
        <w:tc>
          <w:tcPr>
            <w:tcW w:w="9670" w:type="dxa"/>
          </w:tcPr>
          <w:p w14:paraId="32F9D431" w14:textId="31F95B8B" w:rsidR="00444318" w:rsidRPr="00444318" w:rsidRDefault="00567A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4318">
              <w:rPr>
                <w:rFonts w:ascii="Corbel" w:hAnsi="Corbel" w:cs="Arial"/>
                <w:b w:val="0"/>
                <w:smallCaps w:val="0"/>
                <w:color w:val="000000"/>
                <w:sz w:val="22"/>
                <w:szCs w:val="24"/>
              </w:rPr>
              <w:t>Podstawowa wiedza z zakresu bezpieczeństwa państwa i socjologii kultury.</w:t>
            </w:r>
          </w:p>
        </w:tc>
      </w:tr>
    </w:tbl>
    <w:p w14:paraId="12645DA9" w14:textId="77777777" w:rsidR="00153C41" w:rsidRPr="0044431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69E06E" w14:textId="77777777" w:rsidR="0085747A" w:rsidRPr="0044431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4318">
        <w:rPr>
          <w:rFonts w:ascii="Corbel" w:hAnsi="Corbel"/>
          <w:szCs w:val="24"/>
        </w:rPr>
        <w:lastRenderedPageBreak/>
        <w:t>3.</w:t>
      </w:r>
      <w:r w:rsidR="0085747A" w:rsidRPr="00444318">
        <w:rPr>
          <w:rFonts w:ascii="Corbel" w:hAnsi="Corbel"/>
          <w:szCs w:val="24"/>
        </w:rPr>
        <w:t xml:space="preserve"> </w:t>
      </w:r>
      <w:r w:rsidR="00A84C85" w:rsidRPr="00444318">
        <w:rPr>
          <w:rFonts w:ascii="Corbel" w:hAnsi="Corbel"/>
          <w:szCs w:val="24"/>
        </w:rPr>
        <w:t>cele, efekty uczenia się</w:t>
      </w:r>
      <w:r w:rsidR="0085747A" w:rsidRPr="00444318">
        <w:rPr>
          <w:rFonts w:ascii="Corbel" w:hAnsi="Corbel"/>
          <w:szCs w:val="24"/>
        </w:rPr>
        <w:t xml:space="preserve"> , treści Programowe i stosowane metody Dydaktyczne</w:t>
      </w:r>
    </w:p>
    <w:p w14:paraId="0BD3B31B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8ACFCD" w14:textId="77777777" w:rsidR="0085747A" w:rsidRPr="0044431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4318">
        <w:rPr>
          <w:rFonts w:ascii="Corbel" w:hAnsi="Corbel"/>
          <w:sz w:val="24"/>
          <w:szCs w:val="24"/>
        </w:rPr>
        <w:t xml:space="preserve">3.1 </w:t>
      </w:r>
      <w:r w:rsidR="00C05F44" w:rsidRPr="00444318">
        <w:rPr>
          <w:rFonts w:ascii="Corbel" w:hAnsi="Corbel"/>
          <w:sz w:val="24"/>
          <w:szCs w:val="24"/>
        </w:rPr>
        <w:t>Cele przedmiotu</w:t>
      </w:r>
    </w:p>
    <w:p w14:paraId="0F52BFC5" w14:textId="77777777" w:rsidR="00F83B28" w:rsidRPr="0044431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67AA1" w:rsidRPr="00444318" w14:paraId="39D2673C" w14:textId="77777777" w:rsidTr="00567AA1">
        <w:tc>
          <w:tcPr>
            <w:tcW w:w="845" w:type="dxa"/>
            <w:vAlign w:val="center"/>
          </w:tcPr>
          <w:p w14:paraId="7493A94D" w14:textId="77777777" w:rsidR="00567AA1" w:rsidRPr="00444318" w:rsidRDefault="00567AA1" w:rsidP="00567A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FD2ECC7" w14:textId="77777777" w:rsidR="00567AA1" w:rsidRPr="00444318" w:rsidRDefault="00567AA1" w:rsidP="00567AA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444318">
              <w:rPr>
                <w:rFonts w:ascii="Corbel" w:hAnsi="Corbel" w:cs="Arial"/>
                <w:b w:val="0"/>
              </w:rPr>
              <w:t>poznanie podstawowych pojęć z zakresu bezpieczeństwa kulturowego</w:t>
            </w:r>
          </w:p>
        </w:tc>
      </w:tr>
      <w:tr w:rsidR="00567AA1" w:rsidRPr="00444318" w14:paraId="1D1611D5" w14:textId="77777777" w:rsidTr="00567AA1">
        <w:tc>
          <w:tcPr>
            <w:tcW w:w="845" w:type="dxa"/>
            <w:vAlign w:val="center"/>
          </w:tcPr>
          <w:p w14:paraId="57CF3393" w14:textId="77777777" w:rsidR="00567AA1" w:rsidRPr="00444318" w:rsidRDefault="00567AA1" w:rsidP="00567A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FA72E2" w14:textId="77777777" w:rsidR="00567AA1" w:rsidRPr="00444318" w:rsidRDefault="00567AA1" w:rsidP="00567AA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444318">
              <w:rPr>
                <w:rFonts w:ascii="Corbel" w:hAnsi="Corbel" w:cs="Arial"/>
                <w:b w:val="0"/>
              </w:rPr>
              <w:t>prezentacja współczesnych kierunków rozwoju i problemów bezpieczeństwa kulturowego</w:t>
            </w:r>
          </w:p>
        </w:tc>
      </w:tr>
      <w:tr w:rsidR="00567AA1" w:rsidRPr="00444318" w14:paraId="32ABD1DD" w14:textId="77777777" w:rsidTr="00567AA1">
        <w:tc>
          <w:tcPr>
            <w:tcW w:w="845" w:type="dxa"/>
            <w:vAlign w:val="center"/>
          </w:tcPr>
          <w:p w14:paraId="72B6E806" w14:textId="77777777" w:rsidR="00567AA1" w:rsidRPr="00444318" w:rsidRDefault="00567AA1" w:rsidP="00567A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43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DF0319A" w14:textId="77777777" w:rsidR="00567AA1" w:rsidRPr="00444318" w:rsidRDefault="00567AA1" w:rsidP="00567AA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444318">
              <w:rPr>
                <w:rFonts w:ascii="Corbel" w:hAnsi="Corbel" w:cs="Arial"/>
                <w:b w:val="0"/>
                <w:szCs w:val="24"/>
              </w:rPr>
              <w:t>prezentacja wybranych modeli zabezpieczenia dziedzictwa narodowego</w:t>
            </w:r>
          </w:p>
        </w:tc>
      </w:tr>
    </w:tbl>
    <w:p w14:paraId="049EDAF0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41DFE2" w14:textId="77777777" w:rsidR="001D7B54" w:rsidRPr="0044431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4318">
        <w:rPr>
          <w:rFonts w:ascii="Corbel" w:hAnsi="Corbel"/>
          <w:b/>
          <w:sz w:val="24"/>
          <w:szCs w:val="24"/>
        </w:rPr>
        <w:t xml:space="preserve">3.2 </w:t>
      </w:r>
      <w:r w:rsidR="001D7B54" w:rsidRPr="00444318">
        <w:rPr>
          <w:rFonts w:ascii="Corbel" w:hAnsi="Corbel"/>
          <w:b/>
          <w:sz w:val="24"/>
          <w:szCs w:val="24"/>
        </w:rPr>
        <w:t xml:space="preserve">Efekty </w:t>
      </w:r>
      <w:r w:rsidR="00C05F44" w:rsidRPr="0044431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4318">
        <w:rPr>
          <w:rFonts w:ascii="Corbel" w:hAnsi="Corbel"/>
          <w:b/>
          <w:sz w:val="24"/>
          <w:szCs w:val="24"/>
        </w:rPr>
        <w:t>dla przedmiotu</w:t>
      </w:r>
      <w:r w:rsidR="00445970" w:rsidRPr="00444318">
        <w:rPr>
          <w:rFonts w:ascii="Corbel" w:hAnsi="Corbel"/>
          <w:sz w:val="24"/>
          <w:szCs w:val="24"/>
        </w:rPr>
        <w:t xml:space="preserve"> </w:t>
      </w:r>
    </w:p>
    <w:p w14:paraId="4336D1DE" w14:textId="77777777" w:rsidR="001D7B54" w:rsidRPr="0044431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44318" w14:paraId="601B535D" w14:textId="77777777" w:rsidTr="00567AA1">
        <w:tc>
          <w:tcPr>
            <w:tcW w:w="1681" w:type="dxa"/>
            <w:vAlign w:val="center"/>
          </w:tcPr>
          <w:p w14:paraId="291E19A7" w14:textId="77777777" w:rsidR="0085747A" w:rsidRPr="004443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431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43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CAD3A5" w14:textId="77777777" w:rsidR="0085747A" w:rsidRPr="004443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A26085B" w14:textId="77777777" w:rsidR="0085747A" w:rsidRPr="004443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43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7AA1" w:rsidRPr="00444318" w14:paraId="348E6F93" w14:textId="77777777" w:rsidTr="00567AA1">
        <w:tc>
          <w:tcPr>
            <w:tcW w:w="1681" w:type="dxa"/>
          </w:tcPr>
          <w:p w14:paraId="135A127F" w14:textId="77777777" w:rsidR="00567AA1" w:rsidRPr="00444318" w:rsidRDefault="00567AA1" w:rsidP="00567A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43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1844158" w14:textId="65ED708B" w:rsidR="00567AA1" w:rsidRPr="00444318" w:rsidRDefault="00DD564E" w:rsidP="00567AA1">
            <w:pPr>
              <w:pStyle w:val="Nagwek"/>
              <w:tabs>
                <w:tab w:val="clear" w:pos="4536"/>
                <w:tab w:val="clear" w:pos="9072"/>
              </w:tabs>
              <w:spacing w:after="200" w:line="276" w:lineRule="auto"/>
              <w:rPr>
                <w:rFonts w:ascii="Corbel" w:hAnsi="Corbel" w:cs="Arial"/>
                <w:b/>
                <w:smallCaps/>
                <w:szCs w:val="24"/>
                <w:lang w:eastAsia="pl-PL"/>
              </w:rPr>
            </w:pPr>
            <w:r w:rsidRPr="00444318">
              <w:rPr>
                <w:rFonts w:ascii="Corbel" w:hAnsi="Corbel" w:cs="Arial"/>
                <w:lang w:eastAsia="pl-PL"/>
              </w:rPr>
              <w:t>Potrafi interpretować pojęcie</w:t>
            </w:r>
            <w:r w:rsidR="00567AA1" w:rsidRPr="00444318">
              <w:rPr>
                <w:rFonts w:ascii="Corbel" w:hAnsi="Corbel" w:cs="Arial"/>
                <w:lang w:eastAsia="pl-PL"/>
              </w:rPr>
              <w:t xml:space="preserve"> bezpieczeństwa kulturowego</w:t>
            </w:r>
          </w:p>
        </w:tc>
        <w:tc>
          <w:tcPr>
            <w:tcW w:w="1865" w:type="dxa"/>
          </w:tcPr>
          <w:p w14:paraId="49CB9114" w14:textId="42F9B562" w:rsidR="00567AA1" w:rsidRPr="00444318" w:rsidRDefault="00567AA1" w:rsidP="00567AA1">
            <w:pPr>
              <w:pStyle w:val="Punktygwne"/>
              <w:spacing w:before="0" w:after="0"/>
              <w:jc w:val="center"/>
              <w:rPr>
                <w:rFonts w:ascii="Corbel" w:eastAsia="Times New Roman" w:hAnsi="Corbel" w:cs="Arial"/>
                <w:b w:val="0"/>
                <w:bCs/>
                <w:sz w:val="22"/>
                <w:szCs w:val="20"/>
                <w:lang w:eastAsia="pl-PL"/>
              </w:rPr>
            </w:pPr>
            <w:r w:rsidRPr="00444318">
              <w:rPr>
                <w:rFonts w:ascii="Corbel" w:hAnsi="Corbel" w:cs="Arial"/>
                <w:b w:val="0"/>
                <w:bCs/>
                <w:sz w:val="22"/>
                <w:szCs w:val="20"/>
              </w:rPr>
              <w:t>K_</w:t>
            </w:r>
            <w:r w:rsidR="00DD564E" w:rsidRPr="00444318">
              <w:rPr>
                <w:rFonts w:ascii="Corbel" w:hAnsi="Corbel" w:cs="Arial"/>
                <w:b w:val="0"/>
                <w:bCs/>
                <w:sz w:val="22"/>
                <w:szCs w:val="20"/>
              </w:rPr>
              <w:t>U</w:t>
            </w:r>
            <w:r w:rsidRPr="00444318">
              <w:rPr>
                <w:rFonts w:ascii="Corbel" w:hAnsi="Corbel" w:cs="Arial"/>
                <w:b w:val="0"/>
                <w:bCs/>
                <w:sz w:val="22"/>
                <w:szCs w:val="20"/>
              </w:rPr>
              <w:t>01</w:t>
            </w:r>
          </w:p>
          <w:p w14:paraId="21898A61" w14:textId="77777777" w:rsidR="00567AA1" w:rsidRPr="00444318" w:rsidRDefault="00567AA1" w:rsidP="00567A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mallCaps w:val="0"/>
                <w:sz w:val="22"/>
                <w:szCs w:val="24"/>
              </w:rPr>
            </w:pPr>
          </w:p>
        </w:tc>
      </w:tr>
      <w:tr w:rsidR="00567AA1" w:rsidRPr="00444318" w14:paraId="0BFAD660" w14:textId="77777777" w:rsidTr="00567AA1">
        <w:tc>
          <w:tcPr>
            <w:tcW w:w="1681" w:type="dxa"/>
          </w:tcPr>
          <w:p w14:paraId="575B270E" w14:textId="77777777" w:rsidR="00567AA1" w:rsidRPr="00444318" w:rsidRDefault="00567AA1" w:rsidP="00567A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616F4" w14:textId="77777777" w:rsidR="00567AA1" w:rsidRPr="00444318" w:rsidRDefault="00567AA1" w:rsidP="00567AA1">
            <w:pPr>
              <w:rPr>
                <w:rFonts w:ascii="Corbel" w:hAnsi="Corbel" w:cs="Arial"/>
                <w:b/>
                <w:smallCaps/>
                <w:szCs w:val="24"/>
              </w:rPr>
            </w:pPr>
            <w:r w:rsidRPr="00444318">
              <w:rPr>
                <w:rFonts w:ascii="Corbel" w:hAnsi="Corbel" w:cs="Arial"/>
                <w:lang w:eastAsia="pl-PL"/>
              </w:rPr>
              <w:t>potrafi wykorzystać zdobytą wiedzę teoretyczną do analizowania zagrożeń dla bezpieczeństwa kulturowego</w:t>
            </w:r>
          </w:p>
        </w:tc>
        <w:tc>
          <w:tcPr>
            <w:tcW w:w="1865" w:type="dxa"/>
          </w:tcPr>
          <w:p w14:paraId="21DB8ACD" w14:textId="77777777" w:rsidR="00567AA1" w:rsidRPr="00444318" w:rsidRDefault="00567AA1" w:rsidP="0056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mallCaps/>
                <w:szCs w:val="24"/>
              </w:rPr>
            </w:pPr>
            <w:r w:rsidRPr="00444318">
              <w:rPr>
                <w:rFonts w:ascii="Corbel" w:hAnsi="Corbel" w:cs="Arial"/>
                <w:bCs/>
                <w:smallCaps/>
                <w:szCs w:val="24"/>
              </w:rPr>
              <w:t>K_U02</w:t>
            </w:r>
          </w:p>
          <w:p w14:paraId="7E688D1F" w14:textId="77777777" w:rsidR="00567AA1" w:rsidRPr="00444318" w:rsidRDefault="00567AA1" w:rsidP="00567A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mallCaps w:val="0"/>
                <w:sz w:val="22"/>
                <w:szCs w:val="24"/>
              </w:rPr>
            </w:pPr>
          </w:p>
        </w:tc>
      </w:tr>
    </w:tbl>
    <w:p w14:paraId="6F8BA417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22F2A0" w14:textId="5998FDDE" w:rsidR="0085747A" w:rsidRPr="00444318" w:rsidRDefault="0085747A" w:rsidP="00444318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444318">
        <w:rPr>
          <w:rFonts w:ascii="Corbel" w:hAnsi="Corbel"/>
          <w:b/>
          <w:sz w:val="24"/>
          <w:szCs w:val="24"/>
        </w:rPr>
        <w:t>T</w:t>
      </w:r>
      <w:r w:rsidR="001D7B54" w:rsidRPr="0044431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4318">
        <w:rPr>
          <w:rFonts w:ascii="Corbel" w:hAnsi="Corbel"/>
          <w:sz w:val="24"/>
          <w:szCs w:val="24"/>
        </w:rPr>
        <w:t xml:space="preserve">  </w:t>
      </w:r>
    </w:p>
    <w:p w14:paraId="66C2D018" w14:textId="77777777" w:rsidR="0085747A" w:rsidRPr="004443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B61F1B" w14:textId="2C4329AF" w:rsidR="0085747A" w:rsidRPr="00444318" w:rsidRDefault="00444318" w:rsidP="0044431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</w:t>
      </w:r>
      <w:r>
        <w:rPr>
          <w:rFonts w:ascii="Corbel" w:hAnsi="Corbel"/>
          <w:sz w:val="24"/>
          <w:szCs w:val="24"/>
        </w:rPr>
        <w:tab/>
      </w:r>
      <w:r w:rsidR="0085747A" w:rsidRPr="0044431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4318">
        <w:rPr>
          <w:rFonts w:ascii="Corbel" w:hAnsi="Corbel"/>
          <w:sz w:val="24"/>
          <w:szCs w:val="24"/>
        </w:rPr>
        <w:t xml:space="preserve">, </w:t>
      </w:r>
      <w:r w:rsidR="0085747A" w:rsidRPr="00444318">
        <w:rPr>
          <w:rFonts w:ascii="Corbel" w:hAnsi="Corbel"/>
          <w:sz w:val="24"/>
          <w:szCs w:val="24"/>
        </w:rPr>
        <w:t xml:space="preserve">zajęć praktycznych </w:t>
      </w:r>
    </w:p>
    <w:p w14:paraId="17D4285A" w14:textId="77777777" w:rsidR="0085747A" w:rsidRPr="0044431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4318" w14:paraId="062B5DA7" w14:textId="77777777" w:rsidTr="00567AA1">
        <w:tc>
          <w:tcPr>
            <w:tcW w:w="9520" w:type="dxa"/>
          </w:tcPr>
          <w:p w14:paraId="411CBA7E" w14:textId="77777777" w:rsidR="0085747A" w:rsidRPr="00444318" w:rsidRDefault="0085747A" w:rsidP="00444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7AA1" w:rsidRPr="00444318" w14:paraId="4E20EABF" w14:textId="77777777" w:rsidTr="00567AA1">
        <w:tc>
          <w:tcPr>
            <w:tcW w:w="9520" w:type="dxa"/>
          </w:tcPr>
          <w:p w14:paraId="48B47608" w14:textId="77777777" w:rsidR="00567AA1" w:rsidRPr="00444318" w:rsidRDefault="00567AA1" w:rsidP="00444318">
            <w:pPr>
              <w:spacing w:after="0" w:line="360" w:lineRule="auto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Cywilizacje i tożsamość kulturowa</w:t>
            </w:r>
          </w:p>
        </w:tc>
      </w:tr>
      <w:tr w:rsidR="00567AA1" w:rsidRPr="00444318" w14:paraId="5A7CDFD6" w14:textId="77777777" w:rsidTr="00567AA1">
        <w:tc>
          <w:tcPr>
            <w:tcW w:w="9520" w:type="dxa"/>
          </w:tcPr>
          <w:p w14:paraId="5FDA730F" w14:textId="77777777" w:rsidR="00567AA1" w:rsidRPr="00444318" w:rsidRDefault="00567AA1" w:rsidP="00444318">
            <w:pPr>
              <w:spacing w:after="0" w:line="360" w:lineRule="auto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Bezpieczeństwo kulturowe</w:t>
            </w:r>
          </w:p>
        </w:tc>
      </w:tr>
      <w:tr w:rsidR="00567AA1" w:rsidRPr="00444318" w14:paraId="6B0B8BD4" w14:textId="77777777" w:rsidTr="00567AA1">
        <w:tc>
          <w:tcPr>
            <w:tcW w:w="9520" w:type="dxa"/>
          </w:tcPr>
          <w:p w14:paraId="03A40956" w14:textId="77777777" w:rsidR="00567AA1" w:rsidRPr="00444318" w:rsidRDefault="00567AA1" w:rsidP="00444318">
            <w:pPr>
              <w:spacing w:after="0" w:line="360" w:lineRule="auto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Modele bezpieczeństwa kulturowego wybranych państw</w:t>
            </w:r>
          </w:p>
          <w:p w14:paraId="4706CDA2" w14:textId="77777777" w:rsidR="00567AA1" w:rsidRPr="00444318" w:rsidRDefault="00567AA1" w:rsidP="00444318">
            <w:pPr>
              <w:spacing w:after="0" w:line="360" w:lineRule="auto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(np. Polska, Rosja, Niemcy, Francja, Wielka Brytania, Włochy, Stany Zjednoczone, Iran, Indie, Chiny, Japonia)</w:t>
            </w:r>
          </w:p>
        </w:tc>
      </w:tr>
      <w:tr w:rsidR="00567AA1" w:rsidRPr="00444318" w14:paraId="61946026" w14:textId="77777777" w:rsidTr="00567AA1">
        <w:tc>
          <w:tcPr>
            <w:tcW w:w="9520" w:type="dxa"/>
          </w:tcPr>
          <w:p w14:paraId="350024E6" w14:textId="77777777" w:rsidR="00567AA1" w:rsidRPr="00444318" w:rsidRDefault="00567AA1" w:rsidP="00444318">
            <w:pPr>
              <w:spacing w:after="0" w:line="360" w:lineRule="auto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Polityka kulturalna Unii Europejskiej</w:t>
            </w:r>
          </w:p>
        </w:tc>
      </w:tr>
      <w:tr w:rsidR="00567AA1" w:rsidRPr="00444318" w14:paraId="7A4DC5D3" w14:textId="77777777" w:rsidTr="00567AA1">
        <w:tc>
          <w:tcPr>
            <w:tcW w:w="9520" w:type="dxa"/>
          </w:tcPr>
          <w:p w14:paraId="14396E6B" w14:textId="77777777" w:rsidR="00567AA1" w:rsidRPr="00444318" w:rsidRDefault="00567AA1" w:rsidP="00444318">
            <w:pPr>
              <w:spacing w:after="0" w:line="360" w:lineRule="auto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Zasady ochrony dóbr kultury w trakcie konfliktów zbrojnych</w:t>
            </w:r>
          </w:p>
        </w:tc>
      </w:tr>
    </w:tbl>
    <w:p w14:paraId="14AB3062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BD57B" w14:textId="77777777" w:rsidR="0085747A" w:rsidRPr="0044431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>3.4 Metody dydaktyczne</w:t>
      </w:r>
      <w:r w:rsidRPr="00444318">
        <w:rPr>
          <w:rFonts w:ascii="Corbel" w:hAnsi="Corbel"/>
          <w:b w:val="0"/>
          <w:smallCaps w:val="0"/>
          <w:szCs w:val="24"/>
        </w:rPr>
        <w:t xml:space="preserve"> </w:t>
      </w:r>
    </w:p>
    <w:p w14:paraId="67233A58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6071" w14:textId="42F410A1" w:rsidR="00567AA1" w:rsidRPr="00444318" w:rsidRDefault="00567AA1" w:rsidP="00567AA1">
      <w:pPr>
        <w:pStyle w:val="Punktygwne"/>
        <w:spacing w:before="0" w:after="0" w:line="360" w:lineRule="auto"/>
        <w:rPr>
          <w:rFonts w:ascii="Corbel" w:hAnsi="Corbel" w:cs="Arial"/>
          <w:b w:val="0"/>
          <w:iCs/>
          <w:smallCaps w:val="0"/>
          <w:sz w:val="22"/>
          <w:szCs w:val="24"/>
        </w:rPr>
      </w:pPr>
      <w:r w:rsidRPr="00444318">
        <w:rPr>
          <w:rFonts w:ascii="Corbel" w:hAnsi="Corbel" w:cs="Arial"/>
          <w:b w:val="0"/>
          <w:iCs/>
          <w:smallCaps w:val="0"/>
          <w:sz w:val="22"/>
          <w:szCs w:val="20"/>
        </w:rPr>
        <w:t>prezentacj</w:t>
      </w:r>
      <w:r w:rsidR="00DD564E" w:rsidRPr="00444318">
        <w:rPr>
          <w:rFonts w:ascii="Corbel" w:hAnsi="Corbel" w:cs="Arial"/>
          <w:b w:val="0"/>
          <w:iCs/>
          <w:smallCaps w:val="0"/>
          <w:sz w:val="22"/>
          <w:szCs w:val="20"/>
        </w:rPr>
        <w:t>a</w:t>
      </w:r>
      <w:r w:rsidRPr="00444318">
        <w:rPr>
          <w:rFonts w:ascii="Corbel" w:hAnsi="Corbel" w:cs="Arial"/>
          <w:b w:val="0"/>
          <w:iCs/>
          <w:smallCaps w:val="0"/>
          <w:sz w:val="22"/>
          <w:szCs w:val="20"/>
        </w:rPr>
        <w:t xml:space="preserve"> multimedialn</w:t>
      </w:r>
      <w:r w:rsidR="00DD564E" w:rsidRPr="00444318">
        <w:rPr>
          <w:rFonts w:ascii="Corbel" w:hAnsi="Corbel" w:cs="Arial"/>
          <w:b w:val="0"/>
          <w:iCs/>
          <w:smallCaps w:val="0"/>
          <w:sz w:val="22"/>
          <w:szCs w:val="20"/>
        </w:rPr>
        <w:t>a</w:t>
      </w:r>
      <w:r w:rsidRPr="00444318">
        <w:rPr>
          <w:rFonts w:ascii="Corbel" w:hAnsi="Corbel" w:cs="Arial"/>
          <w:b w:val="0"/>
          <w:iCs/>
          <w:smallCaps w:val="0"/>
          <w:sz w:val="22"/>
          <w:szCs w:val="20"/>
        </w:rPr>
        <w:t>, analiza tekstów z dyskusją, metoda projektów</w:t>
      </w:r>
    </w:p>
    <w:p w14:paraId="218294D0" w14:textId="77777777" w:rsidR="00E960BB" w:rsidRPr="0044431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B4B1B7" w14:textId="77777777" w:rsidR="0085747A" w:rsidRPr="0044431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 xml:space="preserve">4. </w:t>
      </w:r>
      <w:r w:rsidR="0085747A" w:rsidRPr="00444318">
        <w:rPr>
          <w:rFonts w:ascii="Corbel" w:hAnsi="Corbel"/>
          <w:smallCaps w:val="0"/>
          <w:szCs w:val="24"/>
        </w:rPr>
        <w:t>METODY I KRYTERIA OCENY</w:t>
      </w:r>
      <w:r w:rsidR="009F4610" w:rsidRPr="00444318">
        <w:rPr>
          <w:rFonts w:ascii="Corbel" w:hAnsi="Corbel"/>
          <w:smallCaps w:val="0"/>
          <w:szCs w:val="24"/>
        </w:rPr>
        <w:t xml:space="preserve"> </w:t>
      </w:r>
    </w:p>
    <w:p w14:paraId="0C1275F3" w14:textId="77777777" w:rsidR="00923D7D" w:rsidRPr="0044431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43B529" w14:textId="77777777" w:rsidR="0085747A" w:rsidRPr="0044431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4318">
        <w:rPr>
          <w:rFonts w:ascii="Corbel" w:hAnsi="Corbel"/>
          <w:smallCaps w:val="0"/>
          <w:szCs w:val="24"/>
        </w:rPr>
        <w:t>uczenia się</w:t>
      </w:r>
    </w:p>
    <w:p w14:paraId="2F89B41D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44318" w14:paraId="58A238A1" w14:textId="77777777" w:rsidTr="00567AA1">
        <w:tc>
          <w:tcPr>
            <w:tcW w:w="1962" w:type="dxa"/>
            <w:vAlign w:val="center"/>
          </w:tcPr>
          <w:p w14:paraId="50CF7900" w14:textId="77777777" w:rsidR="0085747A" w:rsidRPr="00444318" w:rsidRDefault="0071620A" w:rsidP="004F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261E53E" w14:textId="77777777" w:rsidR="0085747A" w:rsidRPr="00444318" w:rsidRDefault="00F974DA" w:rsidP="004F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A4591C" w14:textId="77777777" w:rsidR="0085747A" w:rsidRPr="00444318" w:rsidRDefault="009F4610" w:rsidP="004F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43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FB5BFD" w14:textId="77777777" w:rsidR="00923D7D" w:rsidRPr="00444318" w:rsidRDefault="0085747A" w:rsidP="004F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04EA6C" w14:textId="77777777" w:rsidR="0085747A" w:rsidRPr="00444318" w:rsidRDefault="0085747A" w:rsidP="004F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4431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4431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7AA1" w:rsidRPr="00444318" w14:paraId="7B332DEA" w14:textId="77777777" w:rsidTr="00567AA1">
        <w:tc>
          <w:tcPr>
            <w:tcW w:w="1962" w:type="dxa"/>
          </w:tcPr>
          <w:p w14:paraId="62635B04" w14:textId="77777777" w:rsidR="00567AA1" w:rsidRPr="00444318" w:rsidRDefault="00567AA1" w:rsidP="004F65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43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431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8A7A330" w14:textId="77777777" w:rsidR="00567AA1" w:rsidRPr="00444318" w:rsidRDefault="00567AA1" w:rsidP="004F6547">
            <w:pPr>
              <w:spacing w:after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obserwacja w trakcie zajęć</w:t>
            </w:r>
          </w:p>
          <w:p w14:paraId="722C3024" w14:textId="77777777" w:rsidR="00567AA1" w:rsidRPr="00444318" w:rsidRDefault="00567AA1" w:rsidP="004F6547">
            <w:pPr>
              <w:spacing w:after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obserwacja pracy studenta w grupie</w:t>
            </w:r>
          </w:p>
          <w:p w14:paraId="243FCEC4" w14:textId="77777777" w:rsidR="00567AA1" w:rsidRPr="00444318" w:rsidRDefault="00567AA1" w:rsidP="004F6547">
            <w:pPr>
              <w:spacing w:after="0"/>
              <w:rPr>
                <w:rFonts w:ascii="Corbel" w:hAnsi="Corbel" w:cs="Arial"/>
                <w:b/>
                <w:strike/>
                <w:szCs w:val="24"/>
              </w:rPr>
            </w:pPr>
            <w:r w:rsidRPr="00444318">
              <w:rPr>
                <w:rFonts w:ascii="Corbel" w:hAnsi="Corbel" w:cs="Arial"/>
              </w:rPr>
              <w:t>kolokwium zaliczeniowe</w:t>
            </w:r>
          </w:p>
        </w:tc>
        <w:tc>
          <w:tcPr>
            <w:tcW w:w="2117" w:type="dxa"/>
          </w:tcPr>
          <w:p w14:paraId="3EEBE814" w14:textId="77777777" w:rsidR="00567AA1" w:rsidRPr="00444318" w:rsidRDefault="00B45E2A" w:rsidP="004F65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431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7AA1" w:rsidRPr="00444318" w14:paraId="3687B5DE" w14:textId="77777777" w:rsidTr="00567AA1">
        <w:tc>
          <w:tcPr>
            <w:tcW w:w="1962" w:type="dxa"/>
          </w:tcPr>
          <w:p w14:paraId="7575645D" w14:textId="77777777" w:rsidR="00567AA1" w:rsidRPr="00444318" w:rsidRDefault="00567AA1" w:rsidP="004F65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43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3983574" w14:textId="77777777" w:rsidR="00567AA1" w:rsidRPr="00444318" w:rsidRDefault="00567AA1" w:rsidP="004F6547">
            <w:pPr>
              <w:spacing w:after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obserwacja w trakcie zajęć</w:t>
            </w:r>
          </w:p>
          <w:p w14:paraId="5BFD5899" w14:textId="27A2E0BD" w:rsidR="00567AA1" w:rsidRPr="00444318" w:rsidRDefault="00567AA1" w:rsidP="004F6547">
            <w:pPr>
              <w:spacing w:after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obserwacja pracy studenta w grupie</w:t>
            </w:r>
          </w:p>
        </w:tc>
        <w:tc>
          <w:tcPr>
            <w:tcW w:w="2117" w:type="dxa"/>
          </w:tcPr>
          <w:p w14:paraId="213CDA19" w14:textId="77777777" w:rsidR="00567AA1" w:rsidRPr="00444318" w:rsidRDefault="00B45E2A" w:rsidP="004F65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4318">
              <w:rPr>
                <w:rFonts w:ascii="Corbel" w:hAnsi="Corbel"/>
                <w:b w:val="0"/>
                <w:szCs w:val="24"/>
              </w:rPr>
              <w:t>ćw</w:t>
            </w:r>
            <w:r w:rsidR="00567AA1" w:rsidRPr="00444318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6CAADF7" w14:textId="77777777" w:rsidR="00923D7D" w:rsidRPr="0044431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0B752" w14:textId="77777777" w:rsidR="0085747A" w:rsidRPr="004443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 xml:space="preserve">4.2 </w:t>
      </w:r>
      <w:r w:rsidR="0085747A" w:rsidRPr="0044431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4318">
        <w:rPr>
          <w:rFonts w:ascii="Corbel" w:hAnsi="Corbel"/>
          <w:smallCaps w:val="0"/>
          <w:szCs w:val="24"/>
        </w:rPr>
        <w:t xml:space="preserve"> </w:t>
      </w:r>
    </w:p>
    <w:p w14:paraId="1D058F6C" w14:textId="77777777" w:rsidR="00923D7D" w:rsidRPr="0044431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4318" w14:paraId="1A144C43" w14:textId="77777777" w:rsidTr="00923D7D">
        <w:tc>
          <w:tcPr>
            <w:tcW w:w="9670" w:type="dxa"/>
          </w:tcPr>
          <w:p w14:paraId="795BD269" w14:textId="77777777" w:rsidR="0085747A" w:rsidRPr="004443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A3FE7B" w14:textId="77777777" w:rsidR="00567AA1" w:rsidRPr="00444318" w:rsidRDefault="00567AA1" w:rsidP="00567AA1">
            <w:pPr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786683BB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Ocena bardzo dobra – od 95% do 100% punktów</w:t>
            </w:r>
          </w:p>
          <w:p w14:paraId="0FD88EFA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Ocena +dobra – od 90% do 94% punktów</w:t>
            </w:r>
          </w:p>
          <w:p w14:paraId="01F1D1FC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Ocena dobra – od 80% do 89% punktów</w:t>
            </w:r>
          </w:p>
          <w:p w14:paraId="351156C3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Ocena +dostateczna – od 70 do 79% punktów</w:t>
            </w:r>
          </w:p>
          <w:p w14:paraId="753A42BE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Ocena dostateczna – od 60% do 69% punktów</w:t>
            </w:r>
          </w:p>
          <w:p w14:paraId="571F63F0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444318">
              <w:rPr>
                <w:rFonts w:ascii="Corbel" w:hAnsi="Corbel" w:cs="Arial"/>
              </w:rPr>
              <w:t>Ocena niedostateczna – mniej niż 60% punktów</w:t>
            </w:r>
          </w:p>
          <w:p w14:paraId="2FC45597" w14:textId="77777777" w:rsidR="0085747A" w:rsidRPr="004443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BE67FB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7C027" w14:textId="77777777" w:rsidR="009F4610" w:rsidRPr="0044431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4318">
        <w:rPr>
          <w:rFonts w:ascii="Corbel" w:hAnsi="Corbel"/>
          <w:b/>
          <w:sz w:val="24"/>
          <w:szCs w:val="24"/>
        </w:rPr>
        <w:t xml:space="preserve">5. </w:t>
      </w:r>
      <w:r w:rsidR="00C61DC5" w:rsidRPr="0044431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4838C50" w14:textId="77777777" w:rsidR="0085747A" w:rsidRPr="004443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44318" w14:paraId="0FA4D098" w14:textId="77777777" w:rsidTr="00567AA1">
        <w:tc>
          <w:tcPr>
            <w:tcW w:w="4902" w:type="dxa"/>
            <w:vAlign w:val="center"/>
          </w:tcPr>
          <w:p w14:paraId="45AA7B28" w14:textId="77777777" w:rsidR="0085747A" w:rsidRPr="004443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431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431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431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4379CF" w14:textId="77777777" w:rsidR="0085747A" w:rsidRPr="004443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431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431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431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431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67AA1" w:rsidRPr="00444318" w14:paraId="0E94C679" w14:textId="77777777" w:rsidTr="00567AA1">
        <w:tc>
          <w:tcPr>
            <w:tcW w:w="4902" w:type="dxa"/>
          </w:tcPr>
          <w:p w14:paraId="40E31B41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39963C1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444318">
              <w:rPr>
                <w:rFonts w:ascii="Corbel" w:hAnsi="Corbel" w:cs="Arial"/>
                <w:szCs w:val="24"/>
              </w:rPr>
              <w:t>20</w:t>
            </w:r>
          </w:p>
        </w:tc>
      </w:tr>
      <w:tr w:rsidR="00567AA1" w:rsidRPr="00444318" w14:paraId="221395C4" w14:textId="77777777" w:rsidTr="00567AA1">
        <w:tc>
          <w:tcPr>
            <w:tcW w:w="4902" w:type="dxa"/>
          </w:tcPr>
          <w:p w14:paraId="7C8EBDE2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179492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2AB561F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444318">
              <w:rPr>
                <w:rFonts w:ascii="Corbel" w:hAnsi="Corbel" w:cs="Arial"/>
                <w:szCs w:val="24"/>
              </w:rPr>
              <w:t>20</w:t>
            </w:r>
          </w:p>
        </w:tc>
      </w:tr>
      <w:tr w:rsidR="00567AA1" w:rsidRPr="00444318" w14:paraId="6BED7A33" w14:textId="77777777" w:rsidTr="00567AA1">
        <w:tc>
          <w:tcPr>
            <w:tcW w:w="4902" w:type="dxa"/>
          </w:tcPr>
          <w:p w14:paraId="64654403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EF0FB1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D39C2A8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444318">
              <w:rPr>
                <w:rFonts w:ascii="Corbel" w:hAnsi="Corbel" w:cs="Arial"/>
                <w:szCs w:val="24"/>
              </w:rPr>
              <w:t>35</w:t>
            </w:r>
          </w:p>
        </w:tc>
      </w:tr>
      <w:tr w:rsidR="00567AA1" w:rsidRPr="00444318" w14:paraId="04C6F5C9" w14:textId="77777777" w:rsidTr="00567AA1">
        <w:tc>
          <w:tcPr>
            <w:tcW w:w="4902" w:type="dxa"/>
          </w:tcPr>
          <w:p w14:paraId="1075E832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3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6598EC6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444318">
              <w:rPr>
                <w:rFonts w:ascii="Corbel" w:hAnsi="Corbel" w:cs="Arial"/>
                <w:szCs w:val="24"/>
              </w:rPr>
              <w:t>75</w:t>
            </w:r>
          </w:p>
        </w:tc>
      </w:tr>
      <w:tr w:rsidR="00567AA1" w:rsidRPr="00444318" w14:paraId="12FED7A6" w14:textId="77777777" w:rsidTr="00567AA1">
        <w:tc>
          <w:tcPr>
            <w:tcW w:w="4902" w:type="dxa"/>
          </w:tcPr>
          <w:p w14:paraId="5FCFC7CE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43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3114FC" w14:textId="77777777" w:rsidR="00567AA1" w:rsidRPr="00444318" w:rsidRDefault="00567AA1" w:rsidP="00567A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444318">
              <w:rPr>
                <w:rFonts w:ascii="Corbel" w:hAnsi="Corbel" w:cs="Arial"/>
                <w:szCs w:val="24"/>
              </w:rPr>
              <w:t>3</w:t>
            </w:r>
          </w:p>
        </w:tc>
      </w:tr>
    </w:tbl>
    <w:p w14:paraId="55A3B573" w14:textId="77777777" w:rsidR="0085747A" w:rsidRPr="0044431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431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431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74D4D2" w14:textId="2D8BF888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73726" w14:textId="77777777" w:rsidR="00F21C8B" w:rsidRPr="00444318" w:rsidRDefault="00F21C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5402D" w14:textId="77777777" w:rsidR="0085747A" w:rsidRPr="0044431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t xml:space="preserve">6. </w:t>
      </w:r>
      <w:r w:rsidR="0085747A" w:rsidRPr="00444318">
        <w:rPr>
          <w:rFonts w:ascii="Corbel" w:hAnsi="Corbel"/>
          <w:smallCaps w:val="0"/>
          <w:szCs w:val="24"/>
        </w:rPr>
        <w:t>PRAKTYKI ZAWO</w:t>
      </w:r>
      <w:r w:rsidR="009D3F3B" w:rsidRPr="00444318">
        <w:rPr>
          <w:rFonts w:ascii="Corbel" w:hAnsi="Corbel"/>
          <w:smallCaps w:val="0"/>
          <w:szCs w:val="24"/>
        </w:rPr>
        <w:t>DOWE W RAMACH PRZEDMIOTU</w:t>
      </w:r>
    </w:p>
    <w:p w14:paraId="774BC78D" w14:textId="77777777" w:rsidR="0085747A" w:rsidRPr="0044431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44318" w:rsidRPr="00444318" w14:paraId="7EF06785" w14:textId="77777777" w:rsidTr="0071620A">
        <w:trPr>
          <w:trHeight w:val="397"/>
        </w:trPr>
        <w:tc>
          <w:tcPr>
            <w:tcW w:w="3544" w:type="dxa"/>
          </w:tcPr>
          <w:p w14:paraId="313357D2" w14:textId="77777777" w:rsidR="00444318" w:rsidRPr="00444318" w:rsidRDefault="00444318" w:rsidP="00444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CE6D6" w14:textId="6C05A793" w:rsidR="00444318" w:rsidRPr="00444318" w:rsidRDefault="00444318" w:rsidP="00444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4318">
              <w:rPr>
                <w:rFonts w:ascii="Calibri" w:hAnsi="Calibri" w:cs="Calibri"/>
                <w:b w:val="0"/>
              </w:rPr>
              <w:t>Nie dotyczy</w:t>
            </w:r>
          </w:p>
        </w:tc>
      </w:tr>
      <w:tr w:rsidR="00444318" w:rsidRPr="00444318" w14:paraId="46D66284" w14:textId="77777777" w:rsidTr="0071620A">
        <w:trPr>
          <w:trHeight w:val="397"/>
        </w:trPr>
        <w:tc>
          <w:tcPr>
            <w:tcW w:w="3544" w:type="dxa"/>
          </w:tcPr>
          <w:p w14:paraId="67C059F7" w14:textId="77777777" w:rsidR="00444318" w:rsidRPr="00444318" w:rsidRDefault="00444318" w:rsidP="00444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485449" w14:textId="3D94ADA6" w:rsidR="00444318" w:rsidRPr="00444318" w:rsidRDefault="00444318" w:rsidP="00444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318">
              <w:rPr>
                <w:rFonts w:ascii="Calibri" w:hAnsi="Calibri" w:cs="Calibri"/>
                <w:b w:val="0"/>
              </w:rPr>
              <w:t>Nie dotyczy</w:t>
            </w:r>
          </w:p>
        </w:tc>
      </w:tr>
    </w:tbl>
    <w:p w14:paraId="298E2E4F" w14:textId="77777777" w:rsidR="003E1941" w:rsidRPr="0044431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7A70F" w14:textId="77777777" w:rsidR="004F6547" w:rsidRDefault="004F654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9343B2" w14:textId="060629A1" w:rsidR="0085747A" w:rsidRPr="004443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4318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44318">
        <w:rPr>
          <w:rFonts w:ascii="Corbel" w:hAnsi="Corbel"/>
          <w:smallCaps w:val="0"/>
          <w:szCs w:val="24"/>
        </w:rPr>
        <w:t>LITERATURA</w:t>
      </w:r>
      <w:r w:rsidRPr="00444318">
        <w:rPr>
          <w:rFonts w:ascii="Corbel" w:hAnsi="Corbel"/>
          <w:smallCaps w:val="0"/>
          <w:szCs w:val="24"/>
        </w:rPr>
        <w:t xml:space="preserve"> </w:t>
      </w:r>
    </w:p>
    <w:p w14:paraId="0298E9F2" w14:textId="77777777" w:rsidR="00675843" w:rsidRPr="004443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44318" w14:paraId="4ACB2945" w14:textId="77777777" w:rsidTr="0071620A">
        <w:trPr>
          <w:trHeight w:val="397"/>
        </w:trPr>
        <w:tc>
          <w:tcPr>
            <w:tcW w:w="7513" w:type="dxa"/>
          </w:tcPr>
          <w:p w14:paraId="3F539A11" w14:textId="5D7BF120" w:rsidR="0085747A" w:rsidRPr="00700E0D" w:rsidRDefault="0085747A" w:rsidP="00A23D5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00E0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DE41BF" w14:textId="77777777" w:rsidR="00444318" w:rsidRPr="00444318" w:rsidRDefault="00444318" w:rsidP="00A23D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4A5E04" w14:textId="77777777" w:rsidR="00567AA1" w:rsidRPr="00444318" w:rsidRDefault="00567AA1" w:rsidP="00A23D5E">
            <w:pPr>
              <w:spacing w:after="0"/>
              <w:rPr>
                <w:rFonts w:ascii="Corbel" w:hAnsi="Corbel"/>
                <w:bCs/>
              </w:rPr>
            </w:pPr>
            <w:r w:rsidRPr="00444318">
              <w:rPr>
                <w:rFonts w:ascii="Corbel" w:hAnsi="Corbel"/>
                <w:bCs/>
              </w:rPr>
              <w:t>Jaroszyńska M., Bezpieczeństwo kulturowe Europy XXI wieku, Warszawa 2014.</w:t>
            </w:r>
          </w:p>
          <w:p w14:paraId="11056FC9" w14:textId="77777777" w:rsidR="00567AA1" w:rsidRPr="00444318" w:rsidRDefault="00567AA1" w:rsidP="00A23D5E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444318">
              <w:rPr>
                <w:rFonts w:ascii="Corbel" w:hAnsi="Corbel"/>
                <w:bCs/>
              </w:rPr>
              <w:t>Czaja J., Bezpieczeństwo kulturowe. Zarys problematyki, Kraków 2004.</w:t>
            </w:r>
          </w:p>
          <w:p w14:paraId="189E2B91" w14:textId="77777777" w:rsidR="00567AA1" w:rsidRPr="00444318" w:rsidRDefault="00567AA1" w:rsidP="00A23D5E">
            <w:pPr>
              <w:pStyle w:val="Tekstpodstawowy2"/>
              <w:spacing w:after="0" w:line="276" w:lineRule="auto"/>
              <w:rPr>
                <w:rFonts w:ascii="Corbel" w:hAnsi="Corbel"/>
                <w:bCs/>
              </w:rPr>
            </w:pPr>
            <w:r w:rsidRPr="00444318">
              <w:rPr>
                <w:rFonts w:ascii="Corbel" w:hAnsi="Corbel"/>
                <w:bCs/>
              </w:rPr>
              <w:t>Huntington S., Zderzenie cywilizacji nowy kształt ładu światowego, Warszawa 2007.</w:t>
            </w:r>
          </w:p>
          <w:p w14:paraId="06FA2056" w14:textId="77777777" w:rsidR="00567AA1" w:rsidRPr="00444318" w:rsidRDefault="00567AA1" w:rsidP="00A23D5E">
            <w:pPr>
              <w:spacing w:after="0"/>
              <w:rPr>
                <w:rFonts w:ascii="Corbel" w:hAnsi="Corbel"/>
                <w:bCs/>
                <w:color w:val="000000"/>
              </w:rPr>
            </w:pPr>
            <w:proofErr w:type="spellStart"/>
            <w:r w:rsidRPr="00444318">
              <w:rPr>
                <w:rFonts w:ascii="Corbel" w:hAnsi="Corbel"/>
                <w:bCs/>
                <w:color w:val="000000"/>
              </w:rPr>
              <w:t>Waluch</w:t>
            </w:r>
            <w:proofErr w:type="spellEnd"/>
            <w:r w:rsidRPr="00444318">
              <w:rPr>
                <w:rFonts w:ascii="Corbel" w:hAnsi="Corbel"/>
                <w:bCs/>
                <w:color w:val="000000"/>
              </w:rPr>
              <w:t xml:space="preserve"> K., Polityka kulturalna Unii Europejskiej, Płock 2001.</w:t>
            </w:r>
          </w:p>
          <w:p w14:paraId="45618F81" w14:textId="06061765" w:rsidR="00567AA1" w:rsidRPr="00444318" w:rsidRDefault="00567AA1" w:rsidP="00A23D5E">
            <w:pPr>
              <w:spacing w:after="0"/>
              <w:rPr>
                <w:rFonts w:ascii="Corbel" w:hAnsi="Corbel"/>
                <w:b/>
                <w:color w:val="000000"/>
              </w:rPr>
            </w:pPr>
            <w:r w:rsidRPr="00444318">
              <w:rPr>
                <w:rFonts w:ascii="Corbel" w:hAnsi="Corbel"/>
                <w:bCs/>
                <w:color w:val="000000"/>
              </w:rPr>
              <w:t xml:space="preserve">Współczesne bezpieczeństwo kulturowe, red. S. </w:t>
            </w:r>
            <w:proofErr w:type="spellStart"/>
            <w:r w:rsidRPr="00444318">
              <w:rPr>
                <w:rFonts w:ascii="Corbel" w:hAnsi="Corbel"/>
                <w:bCs/>
                <w:color w:val="000000"/>
              </w:rPr>
              <w:t>Topolewski</w:t>
            </w:r>
            <w:proofErr w:type="spellEnd"/>
            <w:r w:rsidRPr="00444318">
              <w:rPr>
                <w:rFonts w:ascii="Corbel" w:hAnsi="Corbel"/>
                <w:bCs/>
                <w:color w:val="000000"/>
              </w:rPr>
              <w:t xml:space="preserve">, P. </w:t>
            </w:r>
            <w:proofErr w:type="spellStart"/>
            <w:r w:rsidRPr="00444318">
              <w:rPr>
                <w:rFonts w:ascii="Corbel" w:hAnsi="Corbel"/>
                <w:bCs/>
                <w:color w:val="000000"/>
              </w:rPr>
              <w:t>Żarkowski</w:t>
            </w:r>
            <w:proofErr w:type="spellEnd"/>
            <w:r w:rsidRPr="00444318">
              <w:rPr>
                <w:rFonts w:ascii="Corbel" w:hAnsi="Corbel"/>
                <w:bCs/>
                <w:color w:val="000000"/>
              </w:rPr>
              <w:t>, Siedlce 2014.</w:t>
            </w:r>
          </w:p>
        </w:tc>
        <w:bookmarkStart w:id="0" w:name="_GoBack"/>
        <w:bookmarkEnd w:id="0"/>
      </w:tr>
      <w:tr w:rsidR="0085747A" w:rsidRPr="00444318" w14:paraId="4BB30274" w14:textId="77777777" w:rsidTr="0071620A">
        <w:trPr>
          <w:trHeight w:val="397"/>
        </w:trPr>
        <w:tc>
          <w:tcPr>
            <w:tcW w:w="7513" w:type="dxa"/>
          </w:tcPr>
          <w:p w14:paraId="6EFB1AFF" w14:textId="78413598" w:rsidR="0085747A" w:rsidRPr="00700E0D" w:rsidRDefault="0085747A" w:rsidP="00A23D5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00E0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8B1F11D" w14:textId="77777777" w:rsidR="00444318" w:rsidRPr="00444318" w:rsidRDefault="00444318" w:rsidP="00A23D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47AE29" w14:textId="77777777" w:rsidR="00567AA1" w:rsidRPr="00444318" w:rsidRDefault="00567AA1" w:rsidP="00A23D5E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444318">
              <w:rPr>
                <w:rFonts w:ascii="Corbel" w:hAnsi="Corbel"/>
                <w:bCs/>
              </w:rPr>
              <w:t xml:space="preserve">Baber B., Dżihad kontra </w:t>
            </w:r>
            <w:proofErr w:type="spellStart"/>
            <w:r w:rsidRPr="00444318">
              <w:rPr>
                <w:rFonts w:ascii="Corbel" w:hAnsi="Corbel"/>
                <w:bCs/>
              </w:rPr>
              <w:t>McŚwiat</w:t>
            </w:r>
            <w:proofErr w:type="spellEnd"/>
            <w:r w:rsidRPr="00444318">
              <w:rPr>
                <w:rFonts w:ascii="Corbel" w:hAnsi="Corbel"/>
                <w:bCs/>
              </w:rPr>
              <w:t>, Warszawa 2005.</w:t>
            </w:r>
          </w:p>
          <w:p w14:paraId="02F128C0" w14:textId="77777777" w:rsidR="00567AA1" w:rsidRPr="00444318" w:rsidRDefault="00567AA1" w:rsidP="00A23D5E">
            <w:pPr>
              <w:spacing w:after="0"/>
              <w:rPr>
                <w:rFonts w:ascii="Corbel" w:hAnsi="Corbel"/>
                <w:b/>
                <w:color w:val="000000"/>
              </w:rPr>
            </w:pPr>
            <w:r w:rsidRPr="00444318">
              <w:rPr>
                <w:rFonts w:ascii="Corbel" w:hAnsi="Corbel"/>
              </w:rPr>
              <w:t xml:space="preserve">Michałowska G., Bezpieczeństwo kulturowe w warunkach globalizacji procesów społecznych, [w:] Bezpieczeństwo narodowe i międzynarodowe u schyłku XX w. (red.) D. B. </w:t>
            </w:r>
            <w:proofErr w:type="spellStart"/>
            <w:r w:rsidRPr="00444318">
              <w:rPr>
                <w:rFonts w:ascii="Corbel" w:hAnsi="Corbel"/>
              </w:rPr>
              <w:t>Bobrow</w:t>
            </w:r>
            <w:proofErr w:type="spellEnd"/>
            <w:r w:rsidRPr="00444318">
              <w:rPr>
                <w:rFonts w:ascii="Corbel" w:hAnsi="Corbel"/>
              </w:rPr>
              <w:t xml:space="preserve">, E. </w:t>
            </w:r>
            <w:proofErr w:type="spellStart"/>
            <w:r w:rsidRPr="00444318">
              <w:rPr>
                <w:rFonts w:ascii="Corbel" w:hAnsi="Corbel"/>
              </w:rPr>
              <w:t>Haliżak</w:t>
            </w:r>
            <w:proofErr w:type="spellEnd"/>
            <w:r w:rsidRPr="00444318">
              <w:rPr>
                <w:rFonts w:ascii="Corbel" w:hAnsi="Corbel"/>
              </w:rPr>
              <w:t>, R. Zięba, Warszawa 1997.</w:t>
            </w:r>
          </w:p>
          <w:p w14:paraId="78B4F6A8" w14:textId="77777777" w:rsidR="00567AA1" w:rsidRPr="00444318" w:rsidRDefault="00567AA1" w:rsidP="00A23D5E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444318">
              <w:rPr>
                <w:rFonts w:ascii="Corbel" w:hAnsi="Corbel"/>
                <w:bCs/>
                <w:color w:val="000000"/>
              </w:rPr>
              <w:t>Oblicze europejskiej tożsamości, red. R. Suchocka, Poznań 2001.</w:t>
            </w:r>
          </w:p>
          <w:p w14:paraId="07E3DD72" w14:textId="32BC2E19" w:rsidR="00567AA1" w:rsidRPr="00444318" w:rsidRDefault="00567AA1" w:rsidP="00A23D5E">
            <w:pPr>
              <w:spacing w:after="0"/>
              <w:rPr>
                <w:rFonts w:ascii="Corbel" w:hAnsi="Corbel"/>
                <w:bCs/>
                <w:color w:val="000000"/>
              </w:rPr>
            </w:pPr>
            <w:proofErr w:type="spellStart"/>
            <w:r w:rsidRPr="00444318">
              <w:rPr>
                <w:rFonts w:ascii="Corbel" w:hAnsi="Corbel"/>
                <w:bCs/>
                <w:color w:val="000000"/>
              </w:rPr>
              <w:t>Ritzer</w:t>
            </w:r>
            <w:proofErr w:type="spellEnd"/>
            <w:r w:rsidRPr="00444318">
              <w:rPr>
                <w:rFonts w:ascii="Corbel" w:hAnsi="Corbel"/>
                <w:bCs/>
                <w:color w:val="000000"/>
              </w:rPr>
              <w:t xml:space="preserve"> G., </w:t>
            </w:r>
            <w:proofErr w:type="spellStart"/>
            <w:r w:rsidRPr="00444318">
              <w:rPr>
                <w:rFonts w:ascii="Corbel" w:hAnsi="Corbel"/>
                <w:bCs/>
                <w:color w:val="000000"/>
              </w:rPr>
              <w:t>Macdonaldyzacja</w:t>
            </w:r>
            <w:proofErr w:type="spellEnd"/>
            <w:r w:rsidRPr="00444318">
              <w:rPr>
                <w:rFonts w:ascii="Corbel" w:hAnsi="Corbel"/>
                <w:bCs/>
                <w:color w:val="000000"/>
              </w:rPr>
              <w:t xml:space="preserve"> społeczeństwa, Warszawa 1999.</w:t>
            </w:r>
          </w:p>
        </w:tc>
      </w:tr>
    </w:tbl>
    <w:p w14:paraId="0A15B76B" w14:textId="77777777" w:rsidR="0085747A" w:rsidRPr="004443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A2B48" w14:textId="77777777" w:rsidR="0085747A" w:rsidRPr="0044431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431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443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3F5BB" w14:textId="77777777" w:rsidR="000401A5" w:rsidRDefault="000401A5" w:rsidP="00C16ABF">
      <w:pPr>
        <w:spacing w:after="0" w:line="240" w:lineRule="auto"/>
      </w:pPr>
      <w:r>
        <w:separator/>
      </w:r>
    </w:p>
  </w:endnote>
  <w:endnote w:type="continuationSeparator" w:id="0">
    <w:p w14:paraId="0717C094" w14:textId="77777777" w:rsidR="000401A5" w:rsidRDefault="000401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18E64" w14:textId="77777777" w:rsidR="000401A5" w:rsidRDefault="000401A5" w:rsidP="00C16ABF">
      <w:pPr>
        <w:spacing w:after="0" w:line="240" w:lineRule="auto"/>
      </w:pPr>
      <w:r>
        <w:separator/>
      </w:r>
    </w:p>
  </w:footnote>
  <w:footnote w:type="continuationSeparator" w:id="0">
    <w:p w14:paraId="3AE5647A" w14:textId="77777777" w:rsidR="000401A5" w:rsidRDefault="000401A5" w:rsidP="00C16ABF">
      <w:pPr>
        <w:spacing w:after="0" w:line="240" w:lineRule="auto"/>
      </w:pPr>
      <w:r>
        <w:continuationSeparator/>
      </w:r>
    </w:p>
  </w:footnote>
  <w:footnote w:id="1">
    <w:p w14:paraId="2376E4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4F6332"/>
    <w:multiLevelType w:val="multilevel"/>
    <w:tmpl w:val="8436A4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1A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B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E2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75F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2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318"/>
    <w:rsid w:val="00445970"/>
    <w:rsid w:val="00461EFC"/>
    <w:rsid w:val="004652C2"/>
    <w:rsid w:val="004706D1"/>
    <w:rsid w:val="00471326"/>
    <w:rsid w:val="0047261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547"/>
    <w:rsid w:val="0050496F"/>
    <w:rsid w:val="00513B6F"/>
    <w:rsid w:val="00517C63"/>
    <w:rsid w:val="005363C4"/>
    <w:rsid w:val="00536BDE"/>
    <w:rsid w:val="00543ACC"/>
    <w:rsid w:val="0056696D"/>
    <w:rsid w:val="00567AA1"/>
    <w:rsid w:val="0059484D"/>
    <w:rsid w:val="005A0855"/>
    <w:rsid w:val="005A3196"/>
    <w:rsid w:val="005C080F"/>
    <w:rsid w:val="005C55E5"/>
    <w:rsid w:val="005C696A"/>
    <w:rsid w:val="005E6E85"/>
    <w:rsid w:val="005F0A3C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E0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D52"/>
    <w:rsid w:val="0078168C"/>
    <w:rsid w:val="00787C2A"/>
    <w:rsid w:val="00790E27"/>
    <w:rsid w:val="007A4022"/>
    <w:rsid w:val="007A6E6E"/>
    <w:rsid w:val="007B4872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E0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23D5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E2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2A4"/>
    <w:rsid w:val="00C058B4"/>
    <w:rsid w:val="00C05F44"/>
    <w:rsid w:val="00C131B5"/>
    <w:rsid w:val="00C16ABF"/>
    <w:rsid w:val="00C170AE"/>
    <w:rsid w:val="00C245BD"/>
    <w:rsid w:val="00C26CB7"/>
    <w:rsid w:val="00C324C1"/>
    <w:rsid w:val="00C36992"/>
    <w:rsid w:val="00C56036"/>
    <w:rsid w:val="00C61DC5"/>
    <w:rsid w:val="00C678E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64E"/>
    <w:rsid w:val="00DE09C0"/>
    <w:rsid w:val="00DE4A14"/>
    <w:rsid w:val="00DF320D"/>
    <w:rsid w:val="00DF71C8"/>
    <w:rsid w:val="00E06D3E"/>
    <w:rsid w:val="00E129B8"/>
    <w:rsid w:val="00E21E7D"/>
    <w:rsid w:val="00E22FBC"/>
    <w:rsid w:val="00E24BF5"/>
    <w:rsid w:val="00E25338"/>
    <w:rsid w:val="00E3459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C8B"/>
    <w:rsid w:val="00F27A7B"/>
    <w:rsid w:val="00F526AF"/>
    <w:rsid w:val="00F617C3"/>
    <w:rsid w:val="00F7066B"/>
    <w:rsid w:val="00F715D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07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99A1"/>
  <w15:docId w15:val="{3101834C-423D-489C-AED7-DF94EA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67A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7AA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0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07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B636-B589-4989-9F6C-79BA10DA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Pikus Anna</cp:lastModifiedBy>
  <cp:revision>11</cp:revision>
  <cp:lastPrinted>2019-02-06T12:12:00Z</cp:lastPrinted>
  <dcterms:created xsi:type="dcterms:W3CDTF">2020-12-02T20:27:00Z</dcterms:created>
  <dcterms:modified xsi:type="dcterms:W3CDTF">2022-03-14T11:32:00Z</dcterms:modified>
</cp:coreProperties>
</file>